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Layout w:type="fixed"/>
        <w:tblLook w:val="0000"/>
      </w:tblPr>
      <w:tblGrid>
        <w:gridCol w:w="4628"/>
        <w:gridCol w:w="2241"/>
        <w:gridCol w:w="1062"/>
        <w:gridCol w:w="617"/>
        <w:gridCol w:w="1354"/>
      </w:tblGrid>
      <w:tr w:rsidR="00F72989" w:rsidRPr="00681B1C">
        <w:trPr>
          <w:trHeight w:val="1354"/>
        </w:trPr>
        <w:tc>
          <w:tcPr>
            <w:tcW w:w="462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Pr="00681B1C" w:rsidRDefault="00F729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74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F72989" w:rsidRDefault="00F72989" w:rsidP="008E0C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Приложение 4</w:t>
            </w:r>
            <w:r w:rsidRPr="00681B1C">
              <w:rPr>
                <w:rFonts w:ascii="Arial" w:hAnsi="Arial" w:cs="Arial"/>
                <w:color w:val="000000"/>
                <w:sz w:val="24"/>
                <w:szCs w:val="24"/>
              </w:rPr>
              <w:t xml:space="preserve"> к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решению</w:t>
            </w:r>
          </w:p>
          <w:p w:rsidR="00F72989" w:rsidRPr="00681B1C" w:rsidRDefault="00F72989" w:rsidP="008E0C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Коровинской сельской Думы </w:t>
            </w:r>
          </w:p>
          <w:p w:rsidR="00F72989" w:rsidRDefault="00F72989" w:rsidP="008E0C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81B1C">
              <w:rPr>
                <w:rFonts w:ascii="Arial" w:hAnsi="Arial" w:cs="Arial"/>
                <w:color w:val="000000"/>
                <w:sz w:val="24"/>
                <w:szCs w:val="24"/>
              </w:rPr>
              <w:t>от  "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30</w:t>
            </w:r>
            <w:r w:rsidRPr="00681B1C">
              <w:rPr>
                <w:rFonts w:ascii="Arial" w:hAnsi="Arial" w:cs="Arial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октября 2014 года  № 161</w:t>
            </w:r>
          </w:p>
          <w:p w:rsidR="00F72989" w:rsidRDefault="00F72989" w:rsidP="008E0C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81B1C">
              <w:rPr>
                <w:rFonts w:ascii="Arial" w:hAnsi="Arial" w:cs="Arial"/>
                <w:color w:val="000000"/>
                <w:sz w:val="24"/>
                <w:szCs w:val="24"/>
              </w:rPr>
              <w:t>"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О внесении изменений в решение Коровинской сельской Думы </w:t>
            </w:r>
          </w:p>
          <w:p w:rsidR="00F72989" w:rsidRPr="00681B1C" w:rsidRDefault="00F72989" w:rsidP="008E0C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от  «10» декабря 2013 года  № 136</w:t>
            </w:r>
          </w:p>
          <w:p w:rsidR="00F72989" w:rsidRPr="00681B1C" w:rsidRDefault="00F72989" w:rsidP="008E0C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81B1C">
              <w:rPr>
                <w:rFonts w:ascii="Arial" w:hAnsi="Arial" w:cs="Arial"/>
                <w:color w:val="000000"/>
                <w:sz w:val="24"/>
                <w:szCs w:val="24"/>
              </w:rPr>
              <w:t>"О  бюджете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Коровинского сельсовета</w:t>
            </w:r>
            <w:r w:rsidRPr="00681B1C">
              <w:rPr>
                <w:rFonts w:ascii="Arial" w:hAnsi="Arial" w:cs="Arial"/>
                <w:color w:val="000000"/>
                <w:sz w:val="24"/>
                <w:szCs w:val="24"/>
              </w:rPr>
              <w:t xml:space="preserve">  на 2014 год и на плановый период 2015 и 2016 годов""</w:t>
            </w:r>
          </w:p>
        </w:tc>
      </w:tr>
      <w:tr w:rsidR="00F72989" w:rsidRPr="00681B1C">
        <w:trPr>
          <w:trHeight w:val="838"/>
        </w:trPr>
        <w:tc>
          <w:tcPr>
            <w:tcW w:w="9902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2989" w:rsidRPr="00681B1C" w:rsidRDefault="00F729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81B1C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Распределение бюджетных ассигнований по целевым статьям (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муниципальн</w:t>
            </w:r>
            <w:r w:rsidRPr="00681B1C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ым программам и непрограммным направлениям деятельности), группам и подгруппам видов расходов классификации расходов бюджета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Коровинского сельсовета</w:t>
            </w:r>
            <w:r w:rsidRPr="00681B1C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на 2014 год</w:t>
            </w:r>
          </w:p>
        </w:tc>
      </w:tr>
      <w:tr w:rsidR="00F72989" w:rsidRPr="00681B1C">
        <w:trPr>
          <w:trHeight w:val="312"/>
        </w:trPr>
        <w:tc>
          <w:tcPr>
            <w:tcW w:w="462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Pr="00681B1C" w:rsidRDefault="00F729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4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Pr="00681B1C" w:rsidRDefault="00F729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Pr="00681B1C" w:rsidRDefault="00F729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Pr="00681B1C" w:rsidRDefault="00F729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2989" w:rsidRPr="00681B1C" w:rsidRDefault="00F729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81B1C">
              <w:rPr>
                <w:rFonts w:ascii="Arial" w:hAnsi="Arial" w:cs="Arial"/>
                <w:color w:val="000000"/>
                <w:sz w:val="20"/>
                <w:szCs w:val="20"/>
              </w:rPr>
              <w:t>В тыс. руб.</w:t>
            </w:r>
          </w:p>
        </w:tc>
      </w:tr>
    </w:tbl>
    <w:p w:rsidR="00F72989" w:rsidRDefault="00F7298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5954"/>
        <w:gridCol w:w="1276"/>
        <w:gridCol w:w="1275"/>
        <w:gridCol w:w="1354"/>
      </w:tblGrid>
      <w:tr w:rsidR="00F72989" w:rsidRPr="00416A55">
        <w:trPr>
          <w:trHeight w:val="494"/>
          <w:tblHeader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Pr="00416A55" w:rsidRDefault="00F72989" w:rsidP="003E7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Pr="00416A55" w:rsidRDefault="00F72989" w:rsidP="003E7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Pr="00416A55" w:rsidRDefault="00F72989" w:rsidP="003E7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Pr="00416A55" w:rsidRDefault="00F72989" w:rsidP="003E7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Сумма</w:t>
            </w:r>
          </w:p>
        </w:tc>
      </w:tr>
      <w:tr w:rsidR="00F72989" w:rsidRPr="006A3A06">
        <w:trPr>
          <w:trHeight w:val="288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Pr="00416A55" w:rsidRDefault="00F72989" w:rsidP="003E7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 xml:space="preserve">Руководство и управление в сфере установленных функций органов местного самоуправления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Pr="00416A55" w:rsidRDefault="00F72989" w:rsidP="003E7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 xml:space="preserve"> 0 0000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Pr="00416A55" w:rsidRDefault="00F72989" w:rsidP="003E7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Pr="009C0737" w:rsidRDefault="00F72989" w:rsidP="003E7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917,924</w:t>
            </w:r>
          </w:p>
        </w:tc>
      </w:tr>
      <w:tr w:rsidR="00F72989" w:rsidRPr="006A3A06">
        <w:trPr>
          <w:trHeight w:val="288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Pr="00416A55" w:rsidRDefault="00F72989" w:rsidP="003E7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 xml:space="preserve">Обеспечение функционирования Главы муниципального образования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Pr="00416A55" w:rsidRDefault="00F72989" w:rsidP="003E7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 xml:space="preserve"> 1 0000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Pr="00416A55" w:rsidRDefault="00F72989" w:rsidP="003E7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Pr="00C33A33" w:rsidRDefault="00F72989" w:rsidP="003E7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270,1</w:t>
            </w:r>
          </w:p>
        </w:tc>
      </w:tr>
      <w:tr w:rsidR="00F72989" w:rsidRPr="006A3A06">
        <w:trPr>
          <w:trHeight w:val="288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Pr="00416A55" w:rsidRDefault="00F72989" w:rsidP="003E7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Pr="00416A55" w:rsidRDefault="00F72989" w:rsidP="003E7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 xml:space="preserve"> 1 8001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Pr="00416A55" w:rsidRDefault="00F72989" w:rsidP="003E7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2989" w:rsidRDefault="00F72989" w:rsidP="00243156">
            <w:pPr>
              <w:jc w:val="right"/>
            </w:pPr>
            <w:r w:rsidRPr="003B317D">
              <w:rPr>
                <w:rFonts w:ascii="Arial" w:hAnsi="Arial" w:cs="Arial"/>
                <w:sz w:val="20"/>
                <w:szCs w:val="20"/>
              </w:rPr>
              <w:t>270,1</w:t>
            </w:r>
          </w:p>
        </w:tc>
      </w:tr>
      <w:tr w:rsidR="00F72989" w:rsidRPr="006A3A06">
        <w:trPr>
          <w:trHeight w:val="288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Pr="00416A55" w:rsidRDefault="00F72989" w:rsidP="003E7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Pr="00416A55" w:rsidRDefault="00F72989" w:rsidP="003E7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 xml:space="preserve"> 1 8001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Pr="00416A55" w:rsidRDefault="00F72989" w:rsidP="003E7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2989" w:rsidRDefault="00F72989" w:rsidP="00243156">
            <w:pPr>
              <w:jc w:val="right"/>
            </w:pPr>
            <w:r w:rsidRPr="003B317D">
              <w:rPr>
                <w:rFonts w:ascii="Arial" w:hAnsi="Arial" w:cs="Arial"/>
                <w:sz w:val="20"/>
                <w:szCs w:val="20"/>
              </w:rPr>
              <w:t>270,1</w:t>
            </w:r>
          </w:p>
        </w:tc>
      </w:tr>
      <w:tr w:rsidR="00F72989" w:rsidRPr="006A3A06">
        <w:trPr>
          <w:trHeight w:val="288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Pr="00416A55" w:rsidRDefault="00F72989" w:rsidP="003E7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Выполнение функций исполнительными органами местного самоуправления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Pr="00416A55" w:rsidRDefault="00F72989" w:rsidP="003E7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 xml:space="preserve"> 0000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Pr="00416A55" w:rsidRDefault="00F72989" w:rsidP="003E7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Pr="00C33A33" w:rsidRDefault="00F72989" w:rsidP="003E7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616,324</w:t>
            </w:r>
          </w:p>
        </w:tc>
      </w:tr>
      <w:tr w:rsidR="00F72989" w:rsidRPr="006A3A06">
        <w:trPr>
          <w:trHeight w:val="288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Default="00F72989" w:rsidP="003E7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 xml:space="preserve">Осуществление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переданных органам местного самоуправления </w:t>
            </w: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 xml:space="preserve">полномочий Российской Федерации по государственной регистрации актов гражданского состояния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Pr="00416A55" w:rsidRDefault="00F72989" w:rsidP="003E7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01 3 5930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Pr="00416A55" w:rsidRDefault="00F72989" w:rsidP="003E7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Pr="006A3A06" w:rsidRDefault="00F72989" w:rsidP="003E7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0,894</w:t>
            </w:r>
          </w:p>
        </w:tc>
      </w:tr>
      <w:tr w:rsidR="00F72989" w:rsidRPr="006A3A06">
        <w:trPr>
          <w:trHeight w:val="1007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Pr="00416A55" w:rsidRDefault="00F72989" w:rsidP="003E7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Pr="00416A55" w:rsidRDefault="00F72989" w:rsidP="003E7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01 3 5930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Pr="00416A55" w:rsidRDefault="00F72989" w:rsidP="003E7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6A55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Pr="006A3A06" w:rsidRDefault="00F72989" w:rsidP="003E7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0,766</w:t>
            </w:r>
          </w:p>
        </w:tc>
      </w:tr>
      <w:tr w:rsidR="00F72989" w:rsidRPr="006A3A06">
        <w:trPr>
          <w:trHeight w:val="288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Pr="00416A55" w:rsidRDefault="00F72989" w:rsidP="003E7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Pr="00416A55" w:rsidRDefault="00F72989" w:rsidP="003E7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01 3 5930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Pr="00416A55" w:rsidRDefault="00F72989" w:rsidP="003E7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6A5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Pr="006A3A06" w:rsidRDefault="00F72989" w:rsidP="003E7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0,128</w:t>
            </w:r>
          </w:p>
        </w:tc>
      </w:tr>
      <w:tr w:rsidR="00F72989" w:rsidRPr="006A3A06">
        <w:trPr>
          <w:trHeight w:val="587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Pr="00416A55" w:rsidRDefault="00F72989" w:rsidP="003E7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Обеспечение деятельности </w:t>
            </w: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аппарат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а органов местного самоуправления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Pr="00416A55" w:rsidRDefault="00F72989" w:rsidP="003E7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 xml:space="preserve"> 8004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Pr="00416A55" w:rsidRDefault="00F72989" w:rsidP="003E7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Pr="006A3A06" w:rsidRDefault="00F72989" w:rsidP="003E7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615,43</w:t>
            </w:r>
          </w:p>
        </w:tc>
      </w:tr>
      <w:tr w:rsidR="00F72989" w:rsidRPr="006A3A06">
        <w:trPr>
          <w:trHeight w:val="1104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Pr="00416A55" w:rsidRDefault="00F72989" w:rsidP="003E7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Pr="00416A55" w:rsidRDefault="00F72989" w:rsidP="003E7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 xml:space="preserve"> 8004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Pr="00416A55" w:rsidRDefault="00F72989" w:rsidP="003E7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Pr="006A3A06" w:rsidRDefault="00F72989" w:rsidP="003E7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487,9</w:t>
            </w:r>
          </w:p>
        </w:tc>
      </w:tr>
      <w:tr w:rsidR="00F72989" w:rsidRPr="006A3A06">
        <w:trPr>
          <w:trHeight w:val="58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Pr="00416A55" w:rsidRDefault="00F72989" w:rsidP="003E7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Pr="00416A55" w:rsidRDefault="00F72989" w:rsidP="003E7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 xml:space="preserve"> 8004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Pr="00416A55" w:rsidRDefault="00F72989" w:rsidP="003E7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Pr="006A3A06" w:rsidRDefault="00F72989" w:rsidP="003E7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116,021</w:t>
            </w:r>
          </w:p>
        </w:tc>
      </w:tr>
      <w:tr w:rsidR="00F72989" w:rsidRPr="006A3A06">
        <w:trPr>
          <w:trHeight w:val="615"/>
        </w:trPr>
        <w:tc>
          <w:tcPr>
            <w:tcW w:w="595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Pr="00416A55" w:rsidRDefault="00F72989" w:rsidP="003E72E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Default="00F72989" w:rsidP="003E72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 xml:space="preserve"> 8004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Pr="00416A55" w:rsidRDefault="00F72989" w:rsidP="003E72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Pr="006A3A06" w:rsidRDefault="00F72989" w:rsidP="0060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11,509</w:t>
            </w:r>
          </w:p>
        </w:tc>
      </w:tr>
      <w:tr w:rsidR="00F72989" w:rsidRPr="006A3A06">
        <w:trPr>
          <w:trHeight w:val="345"/>
        </w:trPr>
        <w:tc>
          <w:tcPr>
            <w:tcW w:w="595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Default="00F72989" w:rsidP="003E72E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Default="00F72989" w:rsidP="005D4E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Default="00F72989" w:rsidP="003E72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Default="00F72989" w:rsidP="00607A1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31,5</w:t>
            </w:r>
          </w:p>
        </w:tc>
      </w:tr>
      <w:tr w:rsidR="00F72989" w:rsidRPr="006A3A06">
        <w:trPr>
          <w:trHeight w:val="345"/>
        </w:trPr>
        <w:tc>
          <w:tcPr>
            <w:tcW w:w="595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Pr="00416A55" w:rsidRDefault="00F72989" w:rsidP="003E72E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</w:t>
            </w:r>
            <w:r w:rsidRPr="002B7A38">
              <w:rPr>
                <w:rFonts w:ascii="Arial" w:hAnsi="Arial" w:cs="Arial"/>
                <w:sz w:val="20"/>
                <w:szCs w:val="20"/>
              </w:rPr>
              <w:t>ро</w:t>
            </w:r>
            <w:r>
              <w:rPr>
                <w:rFonts w:ascii="Arial" w:hAnsi="Arial" w:cs="Arial"/>
                <w:sz w:val="20"/>
                <w:szCs w:val="20"/>
              </w:rPr>
              <w:t>ведение выборов в представительные органы муниципального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Default="00F72989" w:rsidP="005D4E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01 5 0000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Default="00F72989" w:rsidP="003E72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Default="00F72989" w:rsidP="00607A1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15,7</w:t>
            </w:r>
          </w:p>
        </w:tc>
      </w:tr>
      <w:tr w:rsidR="00F72989" w:rsidRPr="006A3A06">
        <w:trPr>
          <w:trHeight w:val="288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Pr="002B7A38" w:rsidRDefault="00F72989" w:rsidP="007273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Обеспечение деятельности </w:t>
            </w: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аппарат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а органов местного самоуправления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Pr="00416A55" w:rsidRDefault="00F72989" w:rsidP="005D4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01 5 8004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Pr="00416A55" w:rsidRDefault="00F72989" w:rsidP="007273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Default="00F72989" w:rsidP="007273E1">
            <w:pPr>
              <w:jc w:val="right"/>
            </w:pPr>
            <w:r>
              <w:t>15,7</w:t>
            </w:r>
          </w:p>
        </w:tc>
      </w:tr>
      <w:tr w:rsidR="00F72989" w:rsidRPr="006A3A06">
        <w:trPr>
          <w:trHeight w:val="679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Pr="002B7A38" w:rsidRDefault="00F72989" w:rsidP="007273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Pr="00416A55" w:rsidRDefault="00F72989" w:rsidP="005D4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01 5 8004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Pr="00416A55" w:rsidRDefault="00F72989" w:rsidP="007273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Default="00F72989" w:rsidP="007273E1">
            <w:pPr>
              <w:jc w:val="right"/>
            </w:pPr>
            <w:r>
              <w:t>15,7</w:t>
            </w:r>
          </w:p>
        </w:tc>
      </w:tr>
      <w:tr w:rsidR="00F72989" w:rsidRPr="005B7091">
        <w:trPr>
          <w:trHeight w:val="288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Pr="002B7A38" w:rsidRDefault="00F72989" w:rsidP="003E7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</w:t>
            </w:r>
            <w:r w:rsidRPr="002B7A38">
              <w:rPr>
                <w:rFonts w:ascii="Arial" w:hAnsi="Arial" w:cs="Arial"/>
                <w:sz w:val="20"/>
                <w:szCs w:val="20"/>
              </w:rPr>
              <w:t>ро</w:t>
            </w:r>
            <w:r>
              <w:rPr>
                <w:rFonts w:ascii="Arial" w:hAnsi="Arial" w:cs="Arial"/>
                <w:sz w:val="20"/>
                <w:szCs w:val="20"/>
              </w:rPr>
              <w:t>ведение выборов в представительные органы муниципального образования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Pr="00416A55" w:rsidRDefault="00F72989" w:rsidP="003E7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01 6 0000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Pr="00416A55" w:rsidRDefault="00F72989" w:rsidP="003E7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Pr="005B7091" w:rsidRDefault="00F72989" w:rsidP="003E7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B7091">
              <w:rPr>
                <w:rFonts w:ascii="Arial" w:hAnsi="Arial" w:cs="Arial"/>
                <w:sz w:val="20"/>
                <w:szCs w:val="20"/>
              </w:rPr>
              <w:t>15,8</w:t>
            </w:r>
          </w:p>
        </w:tc>
      </w:tr>
      <w:tr w:rsidR="00F72989" w:rsidRPr="006A3A06">
        <w:trPr>
          <w:trHeight w:val="288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Pr="002B7A38" w:rsidRDefault="00F72989" w:rsidP="003E7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Обеспечение деятельности </w:t>
            </w: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аппарат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а органов местного самоуправления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Pr="00416A55" w:rsidRDefault="00F72989" w:rsidP="003E7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01 6 8004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Pr="00416A55" w:rsidRDefault="00F72989" w:rsidP="003E7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Default="00F72989" w:rsidP="002B7A38">
            <w:pPr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15,8</w:t>
            </w:r>
          </w:p>
        </w:tc>
      </w:tr>
      <w:tr w:rsidR="00F72989" w:rsidRPr="006A3A06">
        <w:trPr>
          <w:trHeight w:val="679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Pr="002B7A38" w:rsidRDefault="00F72989" w:rsidP="003E7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Pr="00416A55" w:rsidRDefault="00F72989" w:rsidP="003E7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01 6 8004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Pr="00416A55" w:rsidRDefault="00F72989" w:rsidP="003E7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Default="00F72989" w:rsidP="002B7A38">
            <w:pPr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15,8</w:t>
            </w:r>
          </w:p>
        </w:tc>
      </w:tr>
      <w:tr w:rsidR="00F72989" w:rsidRPr="009C0737">
        <w:trPr>
          <w:trHeight w:val="288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2989" w:rsidRDefault="00F72989" w:rsidP="007C73B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Выполнение функций в сфере национальной безопасности и правоохранительной деятельности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Default="00F72989" w:rsidP="007C7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03 0 0000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Pr="00A87C92" w:rsidRDefault="00F72989" w:rsidP="007C7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Pr="009C0737" w:rsidRDefault="00F72989" w:rsidP="003E7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777,028</w:t>
            </w:r>
          </w:p>
        </w:tc>
      </w:tr>
      <w:tr w:rsidR="00F72989" w:rsidRPr="006A3A06">
        <w:trPr>
          <w:trHeight w:val="288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Pr="00416A55" w:rsidRDefault="00F72989" w:rsidP="007C7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Функционирование органов в сфере национальной безопасности, правоохранительной деятельности и обороны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Default="00F72989" w:rsidP="007C7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03 1 0000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Pr="00A87C92" w:rsidRDefault="00F72989" w:rsidP="007C7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2989" w:rsidRDefault="00F72989" w:rsidP="001137BB">
            <w:pPr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777,028</w:t>
            </w:r>
          </w:p>
        </w:tc>
      </w:tr>
      <w:tr w:rsidR="00F72989" w:rsidRPr="006A3A06">
        <w:trPr>
          <w:trHeight w:val="378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Pr="00416A55" w:rsidRDefault="00F72989" w:rsidP="007C7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Обеспечение деятельности казенных учреждений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Default="00F72989" w:rsidP="007C7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03 1 8009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Pr="00A87C92" w:rsidRDefault="00F72989" w:rsidP="007C7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2989" w:rsidRDefault="00F72989" w:rsidP="001137BB">
            <w:pPr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777,028</w:t>
            </w:r>
          </w:p>
        </w:tc>
      </w:tr>
      <w:tr w:rsidR="00F72989" w:rsidRPr="006A3A06">
        <w:trPr>
          <w:trHeight w:val="288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Pr="00416A55" w:rsidRDefault="00F72989" w:rsidP="007C7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2989" w:rsidRDefault="00F72989" w:rsidP="007C73BB">
            <w:pPr>
              <w:jc w:val="center"/>
            </w:pPr>
            <w:r w:rsidRPr="00C946CD">
              <w:rPr>
                <w:rFonts w:ascii="Arial" w:hAnsi="Arial" w:cs="Arial"/>
                <w:sz w:val="20"/>
                <w:szCs w:val="20"/>
              </w:rPr>
              <w:t>03 1 8009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Pr="00A87C92" w:rsidRDefault="00F72989" w:rsidP="007C7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Pr="003063EE" w:rsidRDefault="00F72989" w:rsidP="007C7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669,1</w:t>
            </w:r>
          </w:p>
        </w:tc>
      </w:tr>
      <w:tr w:rsidR="00F72989" w:rsidRPr="006A3A06">
        <w:trPr>
          <w:trHeight w:val="288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Pr="00416A55" w:rsidRDefault="00F72989" w:rsidP="007C7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2989" w:rsidRDefault="00F72989" w:rsidP="007C73BB">
            <w:pPr>
              <w:jc w:val="center"/>
            </w:pPr>
            <w:r w:rsidRPr="00C946CD">
              <w:rPr>
                <w:rFonts w:ascii="Arial" w:hAnsi="Arial" w:cs="Arial"/>
                <w:sz w:val="20"/>
                <w:szCs w:val="20"/>
              </w:rPr>
              <w:t>03 1 8009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Pr="00A87C92" w:rsidRDefault="00F72989" w:rsidP="007C7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Pr="003063EE" w:rsidRDefault="00F72989" w:rsidP="007C7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107,93</w:t>
            </w:r>
          </w:p>
        </w:tc>
      </w:tr>
      <w:tr w:rsidR="00F72989" w:rsidRPr="006A3A06">
        <w:trPr>
          <w:trHeight w:val="288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Pr="00416A55" w:rsidRDefault="00F72989" w:rsidP="003E7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Выполнение функция в области национальной экономики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Pr="00A87C92" w:rsidRDefault="00F72989" w:rsidP="003E7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04 0 0000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Pr="00A87C92" w:rsidRDefault="00F72989" w:rsidP="003E7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Pr="009C0737" w:rsidRDefault="00F72989" w:rsidP="003E7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278</w:t>
            </w:r>
          </w:p>
        </w:tc>
      </w:tr>
      <w:tr w:rsidR="00F72989" w:rsidRPr="006A3A06">
        <w:trPr>
          <w:trHeight w:val="288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Default="00F72989" w:rsidP="003E7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Строительство, модернизация, ремонт и содержание автомобильных дорог общего пользования, в том числе дорог в поселениях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Default="00F72989" w:rsidP="003E7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04 1 0000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Pr="00A87C92" w:rsidRDefault="00F72989" w:rsidP="003E7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Pr="006A3A06" w:rsidRDefault="00F72989" w:rsidP="0060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278</w:t>
            </w:r>
          </w:p>
        </w:tc>
      </w:tr>
      <w:tr w:rsidR="00F72989" w:rsidRPr="006A3A06">
        <w:trPr>
          <w:trHeight w:val="288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Pr="00416A55" w:rsidRDefault="00F72989" w:rsidP="003E7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Муниципальный дорожный фонд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Pr="00C77017" w:rsidRDefault="00F72989" w:rsidP="003E7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04 1 8006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Pr="00C77017" w:rsidRDefault="00F72989" w:rsidP="003E7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Pr="006A3A06" w:rsidRDefault="00F72989" w:rsidP="0060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278</w:t>
            </w:r>
          </w:p>
        </w:tc>
      </w:tr>
      <w:tr w:rsidR="00F72989" w:rsidRPr="006A3A06">
        <w:trPr>
          <w:trHeight w:val="288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Pr="00416A55" w:rsidRDefault="00F72989" w:rsidP="003E7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Pr="00A87C92" w:rsidRDefault="00F72989" w:rsidP="003E7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04 1 8006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Pr="00A87C92" w:rsidRDefault="00F72989" w:rsidP="003E7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Pr="006A3A06" w:rsidRDefault="00F72989" w:rsidP="0060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278</w:t>
            </w:r>
          </w:p>
        </w:tc>
      </w:tr>
      <w:tr w:rsidR="00F72989" w:rsidRPr="009C0737">
        <w:trPr>
          <w:trHeight w:val="288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Pr="00606949" w:rsidRDefault="00F72989" w:rsidP="003E7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Выполнение функций в области жилищно-коммунального хозяйства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Pr="00606949" w:rsidRDefault="00F72989" w:rsidP="003E7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05 0 0000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Pr="00606949" w:rsidRDefault="00F72989" w:rsidP="003E7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Pr="009C0737" w:rsidRDefault="00F72989" w:rsidP="003E7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335,812</w:t>
            </w:r>
          </w:p>
        </w:tc>
      </w:tr>
      <w:tr w:rsidR="00F72989" w:rsidRPr="006A3A06">
        <w:trPr>
          <w:trHeight w:val="288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Pr="00606949" w:rsidRDefault="00F72989" w:rsidP="003E7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Хозяйственные группы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Pr="00606949" w:rsidRDefault="00F72989" w:rsidP="003E7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05 1 0000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Pr="00606949" w:rsidRDefault="00F72989" w:rsidP="003E7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Pr="006A3A06" w:rsidRDefault="00F72989" w:rsidP="003E7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272,8</w:t>
            </w:r>
          </w:p>
        </w:tc>
      </w:tr>
      <w:tr w:rsidR="00F72989" w:rsidRPr="006A3A06">
        <w:trPr>
          <w:trHeight w:val="288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Pr="00606949" w:rsidRDefault="00F72989" w:rsidP="003E7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Обеспечение деятельности казенных учреждений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Pr="00606949" w:rsidRDefault="00F72989" w:rsidP="003E7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05 1 8009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Pr="00606949" w:rsidRDefault="00F72989" w:rsidP="003E7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2989" w:rsidRDefault="00F72989" w:rsidP="00DC79D6">
            <w:pPr>
              <w:jc w:val="right"/>
            </w:pPr>
            <w:r w:rsidRPr="009B4910">
              <w:rPr>
                <w:rFonts w:ascii="Arial" w:hAnsi="Arial" w:cs="Arial"/>
                <w:sz w:val="20"/>
                <w:szCs w:val="20"/>
              </w:rPr>
              <w:t>272,8</w:t>
            </w:r>
          </w:p>
        </w:tc>
      </w:tr>
      <w:tr w:rsidR="00F72989" w:rsidRPr="006A3A06">
        <w:trPr>
          <w:trHeight w:val="111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Pr="00416A55" w:rsidRDefault="00F72989" w:rsidP="003E7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Pr="00606949" w:rsidRDefault="00F72989" w:rsidP="003E7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05 1 8009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Pr="00606949" w:rsidRDefault="00F72989" w:rsidP="003E7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2989" w:rsidRDefault="00F72989" w:rsidP="00DC79D6">
            <w:pPr>
              <w:jc w:val="right"/>
            </w:pPr>
            <w:r w:rsidRPr="009B4910">
              <w:rPr>
                <w:rFonts w:ascii="Arial" w:hAnsi="Arial" w:cs="Arial"/>
                <w:sz w:val="20"/>
                <w:szCs w:val="20"/>
              </w:rPr>
              <w:t>272,8</w:t>
            </w:r>
          </w:p>
        </w:tc>
      </w:tr>
      <w:tr w:rsidR="00F72989" w:rsidRPr="006A3A06">
        <w:trPr>
          <w:trHeight w:val="384"/>
        </w:trPr>
        <w:tc>
          <w:tcPr>
            <w:tcW w:w="595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Pr="00416A55" w:rsidRDefault="00F72989" w:rsidP="003E72E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Default="00F72989" w:rsidP="003E72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05 2 0000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Default="00F72989" w:rsidP="003E72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2989" w:rsidRPr="009B4910" w:rsidRDefault="00F72989" w:rsidP="00DC79D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5,2</w:t>
            </w:r>
          </w:p>
        </w:tc>
      </w:tr>
      <w:tr w:rsidR="00F72989" w:rsidRPr="006A3A06">
        <w:trPr>
          <w:trHeight w:val="483"/>
        </w:trPr>
        <w:tc>
          <w:tcPr>
            <w:tcW w:w="595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Pr="00416A55" w:rsidRDefault="00F72989" w:rsidP="003E72E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Обеспечение деятельности </w:t>
            </w: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аппарат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а органов местного самоуправления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Default="00F72989" w:rsidP="003E72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05 2 8004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Default="00F72989" w:rsidP="003E72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2989" w:rsidRPr="009B4910" w:rsidRDefault="00F72989" w:rsidP="00DC79D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5,2</w:t>
            </w:r>
          </w:p>
        </w:tc>
      </w:tr>
      <w:tr w:rsidR="00F72989" w:rsidRPr="00C33A33">
        <w:trPr>
          <w:trHeight w:val="288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Default="00F72989" w:rsidP="00147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Default="00F72989" w:rsidP="00147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05 2 8004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Default="00F72989" w:rsidP="00147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Default="00F72989" w:rsidP="00147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5,2</w:t>
            </w:r>
          </w:p>
        </w:tc>
      </w:tr>
      <w:tr w:rsidR="00F72989" w:rsidRPr="00C33A33">
        <w:trPr>
          <w:trHeight w:val="288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Pr="00DD1386" w:rsidRDefault="00F72989" w:rsidP="00147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Pr="00DD1386" w:rsidRDefault="00F72989" w:rsidP="00147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05 7 0000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Default="00F72989" w:rsidP="00147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Pr="00C33A33" w:rsidRDefault="00F72989" w:rsidP="00147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57,812</w:t>
            </w:r>
          </w:p>
        </w:tc>
      </w:tr>
      <w:tr w:rsidR="00F72989" w:rsidRPr="006A3A06">
        <w:trPr>
          <w:trHeight w:val="288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Pr="00DD1386" w:rsidRDefault="00F72989" w:rsidP="00147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Обеспечение деятельности </w:t>
            </w: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аппарат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а органов местного самоуправления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Pr="00DD1386" w:rsidRDefault="00F72989" w:rsidP="00147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05 7 8004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Default="00F72989" w:rsidP="00147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2989" w:rsidRDefault="00F72989" w:rsidP="00DC79D6">
            <w:pPr>
              <w:jc w:val="right"/>
            </w:pPr>
            <w:r w:rsidRPr="005C429B">
              <w:rPr>
                <w:rFonts w:ascii="Arial" w:hAnsi="Arial" w:cs="Arial"/>
                <w:sz w:val="20"/>
                <w:szCs w:val="20"/>
              </w:rPr>
              <w:t>57,812</w:t>
            </w:r>
          </w:p>
        </w:tc>
      </w:tr>
      <w:tr w:rsidR="00F72989" w:rsidRPr="006A3A06">
        <w:trPr>
          <w:trHeight w:val="288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Pr="00DD1386" w:rsidRDefault="00F72989" w:rsidP="00147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Pr="00DD1386" w:rsidRDefault="00F72989" w:rsidP="00147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05 7 8004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Default="00F72989" w:rsidP="00147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2989" w:rsidRDefault="00F72989" w:rsidP="00DC79D6">
            <w:pPr>
              <w:jc w:val="right"/>
            </w:pPr>
            <w:r w:rsidRPr="005C429B">
              <w:rPr>
                <w:rFonts w:ascii="Arial" w:hAnsi="Arial" w:cs="Arial"/>
                <w:sz w:val="20"/>
                <w:szCs w:val="20"/>
              </w:rPr>
              <w:t>57,812</w:t>
            </w:r>
          </w:p>
        </w:tc>
      </w:tr>
      <w:tr w:rsidR="00F72989" w:rsidRPr="00C33A33">
        <w:trPr>
          <w:trHeight w:val="288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Pr="00416A55" w:rsidRDefault="00F72989" w:rsidP="00147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Выполнение функций в области культуры, кинематографии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Pr="0026648A" w:rsidRDefault="00F72989" w:rsidP="00147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08 0 0000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Pr="0026648A" w:rsidRDefault="00F72989" w:rsidP="00147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Pr="00C33A33" w:rsidRDefault="00F72989" w:rsidP="00147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763,69</w:t>
            </w:r>
          </w:p>
        </w:tc>
      </w:tr>
      <w:tr w:rsidR="00F72989" w:rsidRPr="006A3A06">
        <w:trPr>
          <w:trHeight w:val="288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Pr="00416A55" w:rsidRDefault="00F72989" w:rsidP="00147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Культурно-досуговые объединения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Pr="0026648A" w:rsidRDefault="00F72989" w:rsidP="00147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08 1 0000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Pr="0026648A" w:rsidRDefault="00F72989" w:rsidP="00147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2989" w:rsidRDefault="00F72989" w:rsidP="009C0737">
            <w:pPr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763,69</w:t>
            </w:r>
          </w:p>
        </w:tc>
      </w:tr>
      <w:tr w:rsidR="00F72989" w:rsidRPr="006A3A06">
        <w:trPr>
          <w:trHeight w:val="288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Default="00F72989" w:rsidP="00147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Обеспечение деятельности казенных учреждений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Default="00F72989" w:rsidP="00147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08 1 8009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Pr="0026648A" w:rsidRDefault="00F72989" w:rsidP="00147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2989" w:rsidRDefault="00F72989" w:rsidP="009C0737">
            <w:pPr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763,69</w:t>
            </w:r>
          </w:p>
        </w:tc>
      </w:tr>
      <w:tr w:rsidR="00F72989" w:rsidRPr="006A3A06">
        <w:trPr>
          <w:trHeight w:val="288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Default="00F72989" w:rsidP="00147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Default="00F72989" w:rsidP="00147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08 1 8009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Pr="0026648A" w:rsidRDefault="00F72989" w:rsidP="00147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Pr="006A3A06" w:rsidRDefault="00F72989" w:rsidP="00147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614,80</w:t>
            </w:r>
          </w:p>
        </w:tc>
      </w:tr>
      <w:tr w:rsidR="00F72989" w:rsidRPr="006A3A06">
        <w:trPr>
          <w:trHeight w:val="288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Default="00F72989" w:rsidP="00147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Default="00F72989" w:rsidP="00147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08 1 8009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Pr="0026648A" w:rsidRDefault="00F72989" w:rsidP="00147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Pr="006A3A06" w:rsidRDefault="00F72989" w:rsidP="00147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148,89</w:t>
            </w:r>
          </w:p>
        </w:tc>
      </w:tr>
      <w:tr w:rsidR="00F72989" w:rsidRPr="006A3A06">
        <w:trPr>
          <w:trHeight w:val="288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Pr="00416A55" w:rsidRDefault="00F72989" w:rsidP="003E7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Резервны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й</w:t>
            </w: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 xml:space="preserve"> фонд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Коровинского сельсовета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Pr="00416A55" w:rsidRDefault="00F72989" w:rsidP="003E7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 xml:space="preserve"> 0 0000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Pr="00416A55" w:rsidRDefault="00F72989" w:rsidP="003E7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Pr="00C33A33" w:rsidRDefault="00F72989" w:rsidP="003E7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33A33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</w:tr>
      <w:tr w:rsidR="00F72989" w:rsidRPr="006A3A06">
        <w:trPr>
          <w:trHeight w:val="288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Pr="00416A55" w:rsidRDefault="00F72989" w:rsidP="003E7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Pr="00416A55" w:rsidRDefault="00F72989" w:rsidP="003E7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13 0</w:t>
            </w: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 xml:space="preserve"> 0000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Pr="00416A55" w:rsidRDefault="00F72989" w:rsidP="003E7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Pr="006A3A06" w:rsidRDefault="00F72989" w:rsidP="003E7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F72989" w:rsidRPr="006A3A06">
        <w:trPr>
          <w:trHeight w:val="288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Pr="00416A55" w:rsidRDefault="00F72989" w:rsidP="003E7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Pr="00DD1386" w:rsidRDefault="00F72989" w:rsidP="003E7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15 0 5118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Pr="00DD1386" w:rsidRDefault="00F72989" w:rsidP="003E7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Pr="00C33A33" w:rsidRDefault="00F72989" w:rsidP="003E7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38,8</w:t>
            </w:r>
          </w:p>
        </w:tc>
      </w:tr>
      <w:tr w:rsidR="00F72989" w:rsidRPr="006A3A06">
        <w:trPr>
          <w:trHeight w:val="288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Default="00F72989" w:rsidP="0060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Pr="00DD1386" w:rsidRDefault="00F72989" w:rsidP="003E7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15 0 5118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Pr="00DD1386" w:rsidRDefault="00F72989" w:rsidP="003E7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Pr="006A3A06" w:rsidRDefault="00F72989" w:rsidP="003E7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</w:tr>
      <w:tr w:rsidR="00F72989" w:rsidRPr="006A3A06">
        <w:trPr>
          <w:trHeight w:val="7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Default="00F72989" w:rsidP="0060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Pr="00DD1386" w:rsidRDefault="00F72989" w:rsidP="003E7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15 0 5118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Pr="00DD1386" w:rsidRDefault="00F72989" w:rsidP="003E7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Pr="006A3A06" w:rsidRDefault="00F72989" w:rsidP="003E7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15,8</w:t>
            </w:r>
          </w:p>
        </w:tc>
      </w:tr>
      <w:tr w:rsidR="00F72989" w:rsidRPr="006A3A06">
        <w:trPr>
          <w:trHeight w:val="135"/>
        </w:trPr>
        <w:tc>
          <w:tcPr>
            <w:tcW w:w="595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Pr="00416A55" w:rsidRDefault="00F72989" w:rsidP="00607A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Default="00F72989" w:rsidP="003E72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1001951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Default="00F72989" w:rsidP="003E72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Pr="00572EF3" w:rsidRDefault="00F72989" w:rsidP="003E72E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72EF3">
              <w:rPr>
                <w:rFonts w:ascii="Arial" w:hAnsi="Arial" w:cs="Arial"/>
                <w:b/>
                <w:bCs/>
                <w:sz w:val="20"/>
                <w:szCs w:val="20"/>
              </w:rPr>
              <w:t>7,754</w:t>
            </w:r>
          </w:p>
        </w:tc>
      </w:tr>
      <w:tr w:rsidR="00F72989" w:rsidRPr="006A3A06">
        <w:trPr>
          <w:trHeight w:val="135"/>
        </w:trPr>
        <w:tc>
          <w:tcPr>
            <w:tcW w:w="595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Pr="00416A55" w:rsidRDefault="00F72989" w:rsidP="00607A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обслуживание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Default="00F72989" w:rsidP="003E72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1001951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Default="00F72989" w:rsidP="003E72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Default="00F72989" w:rsidP="003E72E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7,754</w:t>
            </w:r>
          </w:p>
        </w:tc>
      </w:tr>
      <w:tr w:rsidR="00F72989" w:rsidRPr="006A3A06">
        <w:trPr>
          <w:trHeight w:val="288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Pr="00F42C6F" w:rsidRDefault="00F72989" w:rsidP="003E7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2C6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Pr="00F42C6F" w:rsidRDefault="00F72989" w:rsidP="003E7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Pr="00F42C6F" w:rsidRDefault="00F72989" w:rsidP="003E7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2989" w:rsidRPr="00F42C6F" w:rsidRDefault="00F72989" w:rsidP="003E7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3124,011</w:t>
            </w:r>
          </w:p>
        </w:tc>
      </w:tr>
    </w:tbl>
    <w:p w:rsidR="00F72989" w:rsidRDefault="00F72989"/>
    <w:sectPr w:rsidR="00F72989" w:rsidSect="000767E2">
      <w:pgSz w:w="11950" w:h="16901"/>
      <w:pgMar w:top="850" w:right="567" w:bottom="850" w:left="1417" w:header="720" w:footer="720" w:gutter="0"/>
      <w:pgNumType w:start="189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2989" w:rsidRDefault="00F72989" w:rsidP="00C55B83">
      <w:pPr>
        <w:spacing w:after="0" w:line="240" w:lineRule="auto"/>
      </w:pPr>
      <w:r>
        <w:separator/>
      </w:r>
    </w:p>
  </w:endnote>
  <w:endnote w:type="continuationSeparator" w:id="1">
    <w:p w:rsidR="00F72989" w:rsidRDefault="00F72989" w:rsidP="00C55B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2989" w:rsidRDefault="00F72989" w:rsidP="00C55B83">
      <w:pPr>
        <w:spacing w:after="0" w:line="240" w:lineRule="auto"/>
      </w:pPr>
      <w:r>
        <w:separator/>
      </w:r>
    </w:p>
  </w:footnote>
  <w:footnote w:type="continuationSeparator" w:id="1">
    <w:p w:rsidR="00F72989" w:rsidRDefault="00F72989" w:rsidP="00C55B8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43D2F"/>
    <w:rsid w:val="0000436A"/>
    <w:rsid w:val="00053B96"/>
    <w:rsid w:val="00054B4B"/>
    <w:rsid w:val="000767E2"/>
    <w:rsid w:val="00083319"/>
    <w:rsid w:val="000D2FF4"/>
    <w:rsid w:val="000E460D"/>
    <w:rsid w:val="000E7E09"/>
    <w:rsid w:val="000F10AA"/>
    <w:rsid w:val="000F6912"/>
    <w:rsid w:val="001137BB"/>
    <w:rsid w:val="001229AC"/>
    <w:rsid w:val="00122CAA"/>
    <w:rsid w:val="001366F7"/>
    <w:rsid w:val="00147377"/>
    <w:rsid w:val="001D1971"/>
    <w:rsid w:val="00217749"/>
    <w:rsid w:val="00243156"/>
    <w:rsid w:val="002455BE"/>
    <w:rsid w:val="00247CF5"/>
    <w:rsid w:val="00256669"/>
    <w:rsid w:val="0026648A"/>
    <w:rsid w:val="002950A3"/>
    <w:rsid w:val="00297454"/>
    <w:rsid w:val="002A19F1"/>
    <w:rsid w:val="002B3495"/>
    <w:rsid w:val="002B7A38"/>
    <w:rsid w:val="002C5880"/>
    <w:rsid w:val="002C6531"/>
    <w:rsid w:val="002F0645"/>
    <w:rsid w:val="00303ECC"/>
    <w:rsid w:val="003063EE"/>
    <w:rsid w:val="00311973"/>
    <w:rsid w:val="00343D2F"/>
    <w:rsid w:val="003557A7"/>
    <w:rsid w:val="0036061E"/>
    <w:rsid w:val="003B317D"/>
    <w:rsid w:val="003B750B"/>
    <w:rsid w:val="003D4A59"/>
    <w:rsid w:val="003E72ED"/>
    <w:rsid w:val="003F7F0B"/>
    <w:rsid w:val="00416A55"/>
    <w:rsid w:val="0044400B"/>
    <w:rsid w:val="00452A52"/>
    <w:rsid w:val="00470FE8"/>
    <w:rsid w:val="00495E35"/>
    <w:rsid w:val="0052020D"/>
    <w:rsid w:val="00550F9C"/>
    <w:rsid w:val="005550F7"/>
    <w:rsid w:val="00572EF3"/>
    <w:rsid w:val="005A306B"/>
    <w:rsid w:val="005B7091"/>
    <w:rsid w:val="005B7FCC"/>
    <w:rsid w:val="005C429B"/>
    <w:rsid w:val="005D4EA7"/>
    <w:rsid w:val="005F48A9"/>
    <w:rsid w:val="00606949"/>
    <w:rsid w:val="00607A11"/>
    <w:rsid w:val="00670FB3"/>
    <w:rsid w:val="00681B1C"/>
    <w:rsid w:val="0069481A"/>
    <w:rsid w:val="006A0D9C"/>
    <w:rsid w:val="006A3A06"/>
    <w:rsid w:val="006A6305"/>
    <w:rsid w:val="006C133C"/>
    <w:rsid w:val="007273E1"/>
    <w:rsid w:val="00742410"/>
    <w:rsid w:val="0075420F"/>
    <w:rsid w:val="00790813"/>
    <w:rsid w:val="007B16C6"/>
    <w:rsid w:val="007C4B18"/>
    <w:rsid w:val="007C71D1"/>
    <w:rsid w:val="007C73BB"/>
    <w:rsid w:val="007D783B"/>
    <w:rsid w:val="007E5178"/>
    <w:rsid w:val="007E6D8E"/>
    <w:rsid w:val="00810519"/>
    <w:rsid w:val="0081797F"/>
    <w:rsid w:val="008251E5"/>
    <w:rsid w:val="00885659"/>
    <w:rsid w:val="008E0C75"/>
    <w:rsid w:val="00912B08"/>
    <w:rsid w:val="00927B81"/>
    <w:rsid w:val="009329C8"/>
    <w:rsid w:val="0094131C"/>
    <w:rsid w:val="00972743"/>
    <w:rsid w:val="00996F49"/>
    <w:rsid w:val="009A43C2"/>
    <w:rsid w:val="009B4910"/>
    <w:rsid w:val="009C0737"/>
    <w:rsid w:val="00A56633"/>
    <w:rsid w:val="00A70713"/>
    <w:rsid w:val="00A814E8"/>
    <w:rsid w:val="00A82A24"/>
    <w:rsid w:val="00A87C92"/>
    <w:rsid w:val="00A93928"/>
    <w:rsid w:val="00AA34FA"/>
    <w:rsid w:val="00AD0C49"/>
    <w:rsid w:val="00AE1A67"/>
    <w:rsid w:val="00B164F0"/>
    <w:rsid w:val="00B2185F"/>
    <w:rsid w:val="00B267AC"/>
    <w:rsid w:val="00B5349D"/>
    <w:rsid w:val="00B7779F"/>
    <w:rsid w:val="00B85E9B"/>
    <w:rsid w:val="00B91431"/>
    <w:rsid w:val="00BC727E"/>
    <w:rsid w:val="00C33A33"/>
    <w:rsid w:val="00C55B83"/>
    <w:rsid w:val="00C65BE6"/>
    <w:rsid w:val="00C77017"/>
    <w:rsid w:val="00C82A84"/>
    <w:rsid w:val="00C92CAD"/>
    <w:rsid w:val="00C946CD"/>
    <w:rsid w:val="00CC5088"/>
    <w:rsid w:val="00D143B8"/>
    <w:rsid w:val="00D15021"/>
    <w:rsid w:val="00D3647E"/>
    <w:rsid w:val="00D70B55"/>
    <w:rsid w:val="00D77813"/>
    <w:rsid w:val="00DC79D6"/>
    <w:rsid w:val="00DD1386"/>
    <w:rsid w:val="00E34524"/>
    <w:rsid w:val="00E35E2F"/>
    <w:rsid w:val="00E62A73"/>
    <w:rsid w:val="00E774E8"/>
    <w:rsid w:val="00E86FFB"/>
    <w:rsid w:val="00F32B80"/>
    <w:rsid w:val="00F42C6F"/>
    <w:rsid w:val="00F72989"/>
    <w:rsid w:val="00F816F1"/>
    <w:rsid w:val="00FF42FC"/>
    <w:rsid w:val="00FF76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3495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55B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C55B83"/>
  </w:style>
  <w:style w:type="paragraph" w:styleId="Footer">
    <w:name w:val="footer"/>
    <w:basedOn w:val="Normal"/>
    <w:link w:val="FooterChar"/>
    <w:uiPriority w:val="99"/>
    <w:rsid w:val="00C55B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C55B8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419</TotalTime>
  <Pages>3</Pages>
  <Words>839</Words>
  <Characters>4784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dwhadm 12.08.2013 09:54:10; РР·РјРµРЅРµРЅ: kravzov 08.10.2013 10:51:34</dc:subject>
  <dc:creator>Keysystems.DWH.ReportDesigner</dc:creator>
  <cp:keywords/>
  <dc:description/>
  <cp:lastModifiedBy>Korov'e</cp:lastModifiedBy>
  <cp:revision>30</cp:revision>
  <cp:lastPrinted>2013-11-13T08:46:00Z</cp:lastPrinted>
  <dcterms:created xsi:type="dcterms:W3CDTF">2013-10-11T11:43:00Z</dcterms:created>
  <dcterms:modified xsi:type="dcterms:W3CDTF">2014-11-11T06:43:00Z</dcterms:modified>
</cp:coreProperties>
</file>