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ayout w:type="fixed"/>
        <w:tblLook w:val="0000"/>
      </w:tblPr>
      <w:tblGrid>
        <w:gridCol w:w="4643"/>
        <w:gridCol w:w="1068"/>
        <w:gridCol w:w="657"/>
        <w:gridCol w:w="522"/>
        <w:gridCol w:w="522"/>
        <w:gridCol w:w="514"/>
        <w:gridCol w:w="617"/>
        <w:gridCol w:w="1350"/>
      </w:tblGrid>
      <w:tr w:rsidR="00134149" w:rsidRPr="00660A79">
        <w:trPr>
          <w:trHeight w:val="1267"/>
        </w:trPr>
        <w:tc>
          <w:tcPr>
            <w:tcW w:w="4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149" w:rsidRDefault="00134149" w:rsidP="0001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3 к  р</w:t>
            </w:r>
            <w:r w:rsidRPr="00660A79">
              <w:rPr>
                <w:rFonts w:ascii="Times New Roman" w:hAnsi="Times New Roman" w:cs="Times New Roman"/>
                <w:sz w:val="24"/>
                <w:szCs w:val="24"/>
              </w:rPr>
              <w:t>ешению</w:t>
            </w:r>
          </w:p>
          <w:p w:rsidR="00134149" w:rsidRPr="00660A79" w:rsidRDefault="00134149" w:rsidP="0001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A79">
              <w:rPr>
                <w:rFonts w:ascii="Times New Roman" w:hAnsi="Times New Roman" w:cs="Times New Roman"/>
                <w:sz w:val="24"/>
                <w:szCs w:val="24"/>
              </w:rPr>
              <w:t xml:space="preserve"> Коровинской сельской Думы </w:t>
            </w:r>
            <w:r w:rsidRPr="00660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34149" w:rsidRPr="00660A79" w:rsidRDefault="00134149" w:rsidP="0001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"Об отчёте по исполнению бюджета Коровинского сельсовета  за 3 квартал 2014 года "</w:t>
            </w:r>
          </w:p>
        </w:tc>
      </w:tr>
      <w:tr w:rsidR="00134149" w:rsidRPr="00416A55">
        <w:trPr>
          <w:trHeight w:val="624"/>
        </w:trPr>
        <w:tc>
          <w:tcPr>
            <w:tcW w:w="989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4149" w:rsidRPr="00660A79" w:rsidRDefault="00134149" w:rsidP="0001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                         </w:t>
            </w:r>
            <w:r w:rsidRPr="00660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30 октября 2014 года № 160</w:t>
            </w:r>
          </w:p>
          <w:p w:rsidR="00134149" w:rsidRDefault="00134149" w:rsidP="0001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134149" w:rsidRDefault="00134149" w:rsidP="001C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Коровинского сельсовета </w:t>
            </w:r>
          </w:p>
          <w:p w:rsidR="00134149" w:rsidRDefault="00134149" w:rsidP="001C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134149" w:rsidRPr="00416A55" w:rsidRDefault="00134149" w:rsidP="00106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з</w:t>
            </w:r>
            <w:r w:rsidRPr="00416A5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третий квартал </w:t>
            </w:r>
            <w:r w:rsidRPr="00416A5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2014 год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134149" w:rsidRPr="00416A55">
        <w:trPr>
          <w:trHeight w:val="312"/>
        </w:trPr>
        <w:tc>
          <w:tcPr>
            <w:tcW w:w="46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В  руб.</w:t>
            </w:r>
          </w:p>
        </w:tc>
      </w:tr>
    </w:tbl>
    <w:p w:rsidR="00134149" w:rsidRDefault="001341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t>И коп.</w:t>
      </w:r>
    </w:p>
    <w:tbl>
      <w:tblPr>
        <w:tblW w:w="11040" w:type="dxa"/>
        <w:tblInd w:w="-106" w:type="dxa"/>
        <w:tblLayout w:type="fixed"/>
        <w:tblLook w:val="0000"/>
      </w:tblPr>
      <w:tblGrid>
        <w:gridCol w:w="4085"/>
        <w:gridCol w:w="704"/>
        <w:gridCol w:w="550"/>
        <w:gridCol w:w="550"/>
        <w:gridCol w:w="890"/>
        <w:gridCol w:w="669"/>
        <w:gridCol w:w="993"/>
        <w:gridCol w:w="1606"/>
        <w:gridCol w:w="993"/>
      </w:tblGrid>
      <w:tr w:rsidR="00134149" w:rsidRPr="00416A55">
        <w:trPr>
          <w:trHeight w:val="494"/>
          <w:tblHeader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Пз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на 2014г. Уточненные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Pr="00416A55" w:rsidRDefault="00134149" w:rsidP="00106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Исполнено за 3кв. 2014г.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Исполнение %</w:t>
            </w:r>
          </w:p>
        </w:tc>
      </w:tr>
      <w:tr w:rsidR="00134149" w:rsidRPr="006A3A06">
        <w:trPr>
          <w:trHeight w:val="280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Коровинского сельсовета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7A07FC" w:rsidRDefault="00134149" w:rsidP="00C22AF4">
            <w:pPr>
              <w:jc w:val="center"/>
              <w:rPr>
                <w:b/>
                <w:bCs/>
              </w:rPr>
            </w:pPr>
            <w:r w:rsidRPr="007A07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Pr="007A07FC" w:rsidRDefault="00134149" w:rsidP="00C22AF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7A07FC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7A07FC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7A07FC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7A07FC" w:rsidRDefault="00134149" w:rsidP="00D1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3105511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2049292,92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66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D1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928527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664111,36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71,5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D1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270100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915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 w:rsidP="00AF7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190627,78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70,6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0 0000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710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270100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F7B5A">
            <w:pPr>
              <w:jc w:val="right"/>
            </w:pPr>
            <w:r w:rsidRPr="001B4F46">
              <w:rPr>
                <w:rFonts w:ascii="Arial" w:hAnsi="Arial" w:cs="Arial"/>
                <w:sz w:val="20"/>
                <w:szCs w:val="20"/>
              </w:rPr>
              <w:t>190627,78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1 0000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710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270100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F7B5A">
            <w:pPr>
              <w:jc w:val="right"/>
            </w:pPr>
            <w:r w:rsidRPr="001B4F46">
              <w:rPr>
                <w:rFonts w:ascii="Arial" w:hAnsi="Arial" w:cs="Arial"/>
                <w:sz w:val="20"/>
                <w:szCs w:val="20"/>
              </w:rPr>
              <w:t>190627,78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1 8001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710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270100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F7B5A">
            <w:pPr>
              <w:jc w:val="right"/>
            </w:pPr>
            <w:r w:rsidRPr="001B4F46">
              <w:rPr>
                <w:rFonts w:ascii="Arial" w:hAnsi="Arial" w:cs="Arial"/>
                <w:sz w:val="20"/>
                <w:szCs w:val="20"/>
              </w:rPr>
              <w:t>190627,78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1 8001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710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270100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F7B5A">
            <w:pPr>
              <w:jc w:val="right"/>
            </w:pPr>
            <w:r w:rsidRPr="001B4F46">
              <w:rPr>
                <w:rFonts w:ascii="Arial" w:hAnsi="Arial" w:cs="Arial"/>
                <w:sz w:val="20"/>
                <w:szCs w:val="20"/>
              </w:rPr>
              <w:t>190627,78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D1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621033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F7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 w:rsidP="00AF7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 w:rsidP="00AF7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441983,58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71,2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451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0 0000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AF7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621033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F7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 w:rsidP="00AF7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 w:rsidP="00AF7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441983,58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75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исполнительными органами местного самоуправления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75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4F3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75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AF7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621033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F7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 w:rsidP="00AF7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 w:rsidP="00AF7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441983,58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аппарат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а органов местного самоуправления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8004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AF7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621033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F7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 w:rsidP="00AF7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 w:rsidP="00AF7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441983,58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8004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D1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E60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 w:rsidP="00E60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 w:rsidP="00E60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338310,21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68,6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8004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D1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116024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915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98840,42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85,2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8004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Default="00134149" w:rsidP="00D1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11509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E60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4832,12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Обеспечение проведения выборов и референдумов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D1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D1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  Проведение выборов в представительные органы муниципального образования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01 5 0000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F7B5A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15700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01 5 8004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F7B5A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15700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>
            <w:pPr>
              <w:outlineLvl w:val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F2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F2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CF2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 w:rsidP="00C0038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01 5 8004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F7B5A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15700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1D1608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  Проведение выборов в представительные органы муниципального образования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1D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1D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1D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 w:rsidP="001D1608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01 6 0000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 w:rsidP="001D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C00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C00382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15800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1D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 w:rsidP="001D1608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1D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1D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1D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 w:rsidP="00C0038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01 6 8004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 w:rsidP="001D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C00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C00382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15800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1D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 w:rsidP="001D1608">
            <w:pPr>
              <w:outlineLvl w:val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1D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1D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1D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 w:rsidP="00C0038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01 6 8004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 w:rsidP="001D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C00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C00382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15800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1D1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Резервны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й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фонд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Гладышевского сельсовета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0 0000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9B3470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B3470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894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75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75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0 0000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894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75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исполнительными органами местного самоуправления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75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894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75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Осуществление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переданных органам местного самоуправления 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полномочий Российской Федерации по государственной регистрации актов гражданского состояния 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75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01 3 5930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894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941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941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941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941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01 3 5930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 w:rsidP="00941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6A1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6A1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6A1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6A1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01 3 5930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28527,91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73,5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A731FA">
            <w:pPr>
              <w:jc w:val="center"/>
            </w:pPr>
            <w:r w:rsidRPr="00FB0CF4"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4149" w:rsidRDefault="00134149" w:rsidP="00F363E5">
            <w:pPr>
              <w:jc w:val="right"/>
            </w:pPr>
            <w:r w:rsidRPr="00111441">
              <w:rPr>
                <w:rFonts w:ascii="Arial" w:hAnsi="Arial" w:cs="Arial"/>
                <w:sz w:val="20"/>
                <w:szCs w:val="20"/>
              </w:rPr>
              <w:t>38800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143A72">
            <w:pPr>
              <w:jc w:val="right"/>
            </w:pPr>
            <w:r w:rsidRPr="00127310">
              <w:rPr>
                <w:rFonts w:ascii="Arial" w:hAnsi="Arial" w:cs="Arial"/>
                <w:sz w:val="20"/>
                <w:szCs w:val="20"/>
              </w:rPr>
              <w:t>28527,91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A731FA">
            <w:pPr>
              <w:jc w:val="center"/>
            </w:pPr>
            <w:r w:rsidRPr="00FB0CF4"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15 0 5118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4149" w:rsidRDefault="00134149" w:rsidP="00F363E5">
            <w:pPr>
              <w:jc w:val="right"/>
            </w:pPr>
            <w:r w:rsidRPr="00111441">
              <w:rPr>
                <w:rFonts w:ascii="Arial" w:hAnsi="Arial" w:cs="Arial"/>
                <w:sz w:val="20"/>
                <w:szCs w:val="20"/>
              </w:rPr>
              <w:t>38800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143A72">
            <w:pPr>
              <w:jc w:val="right"/>
            </w:pPr>
            <w:r w:rsidRPr="00127310">
              <w:rPr>
                <w:rFonts w:ascii="Arial" w:hAnsi="Arial" w:cs="Arial"/>
                <w:sz w:val="20"/>
                <w:szCs w:val="20"/>
              </w:rPr>
              <w:t>28527,91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A731FA">
            <w:pPr>
              <w:jc w:val="center"/>
            </w:pPr>
            <w:r w:rsidRPr="00FB0CF4"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15 0 5118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143A72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16677,91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143A72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72,5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A731FA">
            <w:pPr>
              <w:jc w:val="center"/>
            </w:pPr>
            <w:r w:rsidRPr="00FB0CF4"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15 0 5118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11850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794228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512921,65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64,6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0A18CD" w:rsidRDefault="00134149" w:rsidP="009A5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Pr="000A18CD">
              <w:rPr>
                <w:rFonts w:ascii="Arial CYR" w:hAnsi="Arial CYR" w:cs="Arial CYR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9A5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3063EE" w:rsidRDefault="00134149" w:rsidP="009A5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3E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3063EE" w:rsidRDefault="00134149" w:rsidP="009A5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3063EE" w:rsidRDefault="00134149" w:rsidP="009A5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794228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512921,65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9A5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Выполнение функций в сфере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3063EE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3063EE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03 0 0000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3063EE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794228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512921,65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3063EE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3063EE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03 1 0000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3063EE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794228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512921,65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3063EE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3063EE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03 1 8009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3063EE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794228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512921,65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3063EE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3063EE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03 1 8009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3063EE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3063EE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696300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467507,97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67,1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3063EE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3063EE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03 1 8009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3063EE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3063EE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97928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45413,68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46,4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3063EE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332000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195606,9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58,9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A87C92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A87C92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A87C92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A87C92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710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332000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163A1C">
            <w:pPr>
              <w:jc w:val="right"/>
            </w:pPr>
            <w:r w:rsidRPr="00A71CFB">
              <w:rPr>
                <w:rFonts w:ascii="Arial" w:hAnsi="Arial" w:cs="Arial"/>
                <w:sz w:val="20"/>
                <w:szCs w:val="20"/>
              </w:rPr>
              <w:t>195606,9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2818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функция в области национальной экономики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A87C92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A87C92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A87C92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04 0 0000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A87C92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710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332000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163A1C">
            <w:pPr>
              <w:jc w:val="right"/>
            </w:pPr>
            <w:r w:rsidRPr="00A71CFB">
              <w:rPr>
                <w:rFonts w:ascii="Arial" w:hAnsi="Arial" w:cs="Arial"/>
                <w:sz w:val="20"/>
                <w:szCs w:val="20"/>
              </w:rPr>
              <w:t>195606,9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Pr="00EA2F2F" w:rsidRDefault="00134149" w:rsidP="002818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Строительство, модернизация, ремонт и содержание автомобильных дорог общего пользования, в том числе дорог в поселениях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04 1 0000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A87C92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710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332000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163A1C">
            <w:pPr>
              <w:jc w:val="right"/>
            </w:pPr>
            <w:r w:rsidRPr="00A71CFB">
              <w:rPr>
                <w:rFonts w:ascii="Arial" w:hAnsi="Arial" w:cs="Arial"/>
                <w:sz w:val="20"/>
                <w:szCs w:val="20"/>
              </w:rPr>
              <w:t>195606,9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2818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E34524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4524">
              <w:rPr>
                <w:rFonts w:ascii="Arial" w:hAnsi="Arial" w:cs="Arial"/>
                <w:sz w:val="20"/>
                <w:szCs w:val="20"/>
              </w:rPr>
              <w:t xml:space="preserve">Муниципальный дорожный фонд 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A87C92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A87C92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C77017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04 1 8006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C77017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710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332000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163A1C">
            <w:pPr>
              <w:jc w:val="right"/>
            </w:pPr>
            <w:r w:rsidRPr="00A71CFB">
              <w:rPr>
                <w:rFonts w:ascii="Arial" w:hAnsi="Arial" w:cs="Arial"/>
                <w:sz w:val="20"/>
                <w:szCs w:val="20"/>
              </w:rPr>
              <w:t>195606,9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2818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E34524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4524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A87C92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A87C92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A87C92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04 1 8006 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A87C92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710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332000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163A1C">
            <w:pPr>
              <w:jc w:val="right"/>
            </w:pPr>
            <w:r w:rsidRPr="00A71CFB">
              <w:rPr>
                <w:rFonts w:ascii="Arial" w:hAnsi="Arial" w:cs="Arial"/>
                <w:sz w:val="20"/>
                <w:szCs w:val="20"/>
              </w:rPr>
              <w:t>195606,9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28183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306112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151323,38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49,4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Благоустройство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35412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7797,18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Выполнение функций в области жилищно-коммунального хозяйства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05 0 0000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DD1386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35412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7797,18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581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05 7 0000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16402C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35412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7797,18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581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Pr="000A18CD" w:rsidRDefault="00134149" w:rsidP="00E4325C">
            <w:pPr>
              <w:outlineLvl w:val="0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05 7 8004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16402C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35412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7797,18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581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Pr="00CF21EA" w:rsidRDefault="00134149" w:rsidP="00E4325C">
            <w:pPr>
              <w:outlineLvl w:val="1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DD1386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05 7 8004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16402C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35412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7797,18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581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Другие вопросы в области жилищно-коммунального хозяйства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16402C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16402C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16402C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02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16402C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16402C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16402C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270700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143526,2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Выполнение функций в области жилищно-коммунального хозяйства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16402C" w:rsidRDefault="00134149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16402C" w:rsidRDefault="00134149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16402C" w:rsidRDefault="00134149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02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05 0 0000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16402C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16402C" w:rsidRDefault="00134149" w:rsidP="00710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270700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163A1C">
            <w:pPr>
              <w:jc w:val="right"/>
            </w:pPr>
            <w:r w:rsidRPr="00FB39C4">
              <w:rPr>
                <w:rFonts w:ascii="Arial" w:hAnsi="Arial" w:cs="Arial"/>
                <w:sz w:val="20"/>
                <w:szCs w:val="20"/>
              </w:rPr>
              <w:t>143526,2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Хозяйственные группы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16402C" w:rsidRDefault="00134149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16402C" w:rsidRDefault="00134149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16402C" w:rsidRDefault="00134149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02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16402C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05 1 0000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16402C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16402C" w:rsidRDefault="00134149" w:rsidP="00710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270700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163A1C">
            <w:pPr>
              <w:jc w:val="right"/>
            </w:pPr>
            <w:r w:rsidRPr="00FB39C4">
              <w:rPr>
                <w:rFonts w:ascii="Arial" w:hAnsi="Arial" w:cs="Arial"/>
                <w:sz w:val="20"/>
                <w:szCs w:val="20"/>
              </w:rPr>
              <w:t>143526,2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16402C" w:rsidRDefault="00134149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16402C" w:rsidRDefault="00134149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16402C" w:rsidRDefault="00134149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02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16402C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05 1 8009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16402C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16402C" w:rsidRDefault="00134149" w:rsidP="00710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270700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163A1C">
            <w:pPr>
              <w:jc w:val="right"/>
            </w:pPr>
            <w:r w:rsidRPr="00FB39C4">
              <w:rPr>
                <w:rFonts w:ascii="Arial" w:hAnsi="Arial" w:cs="Arial"/>
                <w:sz w:val="20"/>
                <w:szCs w:val="20"/>
              </w:rPr>
              <w:t>143526,2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16402C" w:rsidRDefault="00134149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16402C" w:rsidRDefault="00134149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16402C" w:rsidRDefault="00134149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02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16402C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05 1 8009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16402C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16402C" w:rsidRDefault="00134149" w:rsidP="00710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270700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163A1C">
            <w:pPr>
              <w:jc w:val="right"/>
            </w:pPr>
            <w:r w:rsidRPr="00FB39C4">
              <w:rPr>
                <w:rFonts w:ascii="Arial" w:hAnsi="Arial" w:cs="Arial"/>
                <w:sz w:val="20"/>
                <w:szCs w:val="20"/>
              </w:rPr>
              <w:t>143526,2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16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698090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489047,74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698090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489047,74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в области культуры, кинематографии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26648A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08 0 0000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26648A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698090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489047,74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2C73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Культурно-досуговые объединения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08 1 0000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2C732D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698090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489047,74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2C73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34149" w:rsidRDefault="0013414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08 1 8009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2C732D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698090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489047,74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2C73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08 1 8009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559200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412009,82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73,7</w:t>
            </w:r>
          </w:p>
        </w:tc>
      </w:tr>
      <w:tr w:rsidR="00134149" w:rsidRPr="006A3A06">
        <w:trPr>
          <w:trHeight w:val="75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34149" w:rsidRPr="00416A55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34149" w:rsidRPr="00416A55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34149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34149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34149" w:rsidRPr="00416A55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08 1 8009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6A3A06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138880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77028,19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55,5</w:t>
            </w:r>
          </w:p>
        </w:tc>
      </w:tr>
      <w:tr w:rsidR="00134149" w:rsidRPr="006A3A06">
        <w:trPr>
          <w:trHeight w:val="411"/>
        </w:trPr>
        <w:tc>
          <w:tcPr>
            <w:tcW w:w="40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BF75D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BF7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08 1 8009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 w:rsidP="000B41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Default="00134149" w:rsidP="00163A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163A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 w:rsidP="00163A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97,3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по публичным  обязательствам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1001951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7754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134149" w:rsidRPr="006A3A06">
        <w:trPr>
          <w:trHeight w:val="288"/>
        </w:trPr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Pr="00416A55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по публичным нормативным обязательствам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4149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1001951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Pr="00416A55" w:rsidRDefault="00134149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49" w:rsidRDefault="0013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4149" w:rsidRDefault="00134149"/>
    <w:sectPr w:rsidR="00134149" w:rsidSect="001F05B8">
      <w:headerReference w:type="default" r:id="rId6"/>
      <w:pgSz w:w="11950" w:h="16901"/>
      <w:pgMar w:top="851" w:right="567" w:bottom="851" w:left="567" w:header="720" w:footer="720" w:gutter="0"/>
      <w:pgNumType w:start="57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149" w:rsidRDefault="00134149" w:rsidP="00E37385">
      <w:pPr>
        <w:spacing w:after="0" w:line="240" w:lineRule="auto"/>
      </w:pPr>
      <w:r>
        <w:separator/>
      </w:r>
    </w:p>
  </w:endnote>
  <w:endnote w:type="continuationSeparator" w:id="1">
    <w:p w:rsidR="00134149" w:rsidRDefault="00134149" w:rsidP="00E37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149" w:rsidRDefault="00134149" w:rsidP="00E37385">
      <w:pPr>
        <w:spacing w:after="0" w:line="240" w:lineRule="auto"/>
      </w:pPr>
      <w:r>
        <w:separator/>
      </w:r>
    </w:p>
  </w:footnote>
  <w:footnote w:type="continuationSeparator" w:id="1">
    <w:p w:rsidR="00134149" w:rsidRDefault="00134149" w:rsidP="00E37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9" w:rsidRPr="008D13D7" w:rsidRDefault="00134149">
    <w:pPr>
      <w:pStyle w:val="Header"/>
      <w:jc w:val="center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261"/>
    <w:rsid w:val="00007C34"/>
    <w:rsid w:val="00007C81"/>
    <w:rsid w:val="00012E26"/>
    <w:rsid w:val="00017750"/>
    <w:rsid w:val="0002081D"/>
    <w:rsid w:val="00030E76"/>
    <w:rsid w:val="00031E3A"/>
    <w:rsid w:val="00044F5E"/>
    <w:rsid w:val="00062996"/>
    <w:rsid w:val="00062D77"/>
    <w:rsid w:val="0006443E"/>
    <w:rsid w:val="000934E0"/>
    <w:rsid w:val="000A18CD"/>
    <w:rsid w:val="000A51DC"/>
    <w:rsid w:val="000A62DC"/>
    <w:rsid w:val="000B4115"/>
    <w:rsid w:val="000B4DB2"/>
    <w:rsid w:val="000D6749"/>
    <w:rsid w:val="000E2AA3"/>
    <w:rsid w:val="00106C3E"/>
    <w:rsid w:val="00111441"/>
    <w:rsid w:val="00127310"/>
    <w:rsid w:val="00127D99"/>
    <w:rsid w:val="00134149"/>
    <w:rsid w:val="00143A72"/>
    <w:rsid w:val="00144DD4"/>
    <w:rsid w:val="00151712"/>
    <w:rsid w:val="00162415"/>
    <w:rsid w:val="00163A1C"/>
    <w:rsid w:val="0016402C"/>
    <w:rsid w:val="0017184D"/>
    <w:rsid w:val="001B4F46"/>
    <w:rsid w:val="001B54F0"/>
    <w:rsid w:val="001C2097"/>
    <w:rsid w:val="001C69C9"/>
    <w:rsid w:val="001C7DE5"/>
    <w:rsid w:val="001D1608"/>
    <w:rsid w:val="001D1971"/>
    <w:rsid w:val="001F05B8"/>
    <w:rsid w:val="001F0D28"/>
    <w:rsid w:val="00201056"/>
    <w:rsid w:val="0020461C"/>
    <w:rsid w:val="0020475F"/>
    <w:rsid w:val="00216098"/>
    <w:rsid w:val="002200E8"/>
    <w:rsid w:val="00227375"/>
    <w:rsid w:val="00247903"/>
    <w:rsid w:val="0026648A"/>
    <w:rsid w:val="002707AE"/>
    <w:rsid w:val="0028183E"/>
    <w:rsid w:val="00283827"/>
    <w:rsid w:val="002947D7"/>
    <w:rsid w:val="00296EED"/>
    <w:rsid w:val="002B43C2"/>
    <w:rsid w:val="002C5880"/>
    <w:rsid w:val="002C732D"/>
    <w:rsid w:val="002C7988"/>
    <w:rsid w:val="002F02BB"/>
    <w:rsid w:val="002F3CA9"/>
    <w:rsid w:val="003063EE"/>
    <w:rsid w:val="0030680F"/>
    <w:rsid w:val="003215C2"/>
    <w:rsid w:val="00323EC0"/>
    <w:rsid w:val="00325C06"/>
    <w:rsid w:val="00331255"/>
    <w:rsid w:val="003571F3"/>
    <w:rsid w:val="003602A6"/>
    <w:rsid w:val="0036061E"/>
    <w:rsid w:val="003C268F"/>
    <w:rsid w:val="003C7172"/>
    <w:rsid w:val="003D09B9"/>
    <w:rsid w:val="00400600"/>
    <w:rsid w:val="00416A55"/>
    <w:rsid w:val="004344BB"/>
    <w:rsid w:val="00446748"/>
    <w:rsid w:val="00451D55"/>
    <w:rsid w:val="0047113B"/>
    <w:rsid w:val="00473105"/>
    <w:rsid w:val="00482E89"/>
    <w:rsid w:val="00483BF6"/>
    <w:rsid w:val="00484C81"/>
    <w:rsid w:val="004B6459"/>
    <w:rsid w:val="004B6E10"/>
    <w:rsid w:val="004C5CB4"/>
    <w:rsid w:val="004D3726"/>
    <w:rsid w:val="004E5FE8"/>
    <w:rsid w:val="004F3D55"/>
    <w:rsid w:val="004F6F6C"/>
    <w:rsid w:val="00502681"/>
    <w:rsid w:val="00521F02"/>
    <w:rsid w:val="0053456C"/>
    <w:rsid w:val="00544F91"/>
    <w:rsid w:val="0055043F"/>
    <w:rsid w:val="00554669"/>
    <w:rsid w:val="00556DB3"/>
    <w:rsid w:val="00565D85"/>
    <w:rsid w:val="00572B83"/>
    <w:rsid w:val="00575373"/>
    <w:rsid w:val="005B4B5B"/>
    <w:rsid w:val="005C2156"/>
    <w:rsid w:val="005D0819"/>
    <w:rsid w:val="005D4D08"/>
    <w:rsid w:val="005D7624"/>
    <w:rsid w:val="005E2E8B"/>
    <w:rsid w:val="005E5306"/>
    <w:rsid w:val="005F2E21"/>
    <w:rsid w:val="00600C43"/>
    <w:rsid w:val="00603819"/>
    <w:rsid w:val="00606949"/>
    <w:rsid w:val="00607E9C"/>
    <w:rsid w:val="00613D80"/>
    <w:rsid w:val="00617261"/>
    <w:rsid w:val="006205BA"/>
    <w:rsid w:val="00620C0A"/>
    <w:rsid w:val="006566F3"/>
    <w:rsid w:val="00660A79"/>
    <w:rsid w:val="00693DC2"/>
    <w:rsid w:val="006A12F7"/>
    <w:rsid w:val="006A3A06"/>
    <w:rsid w:val="006B1E10"/>
    <w:rsid w:val="006C23E4"/>
    <w:rsid w:val="006E0624"/>
    <w:rsid w:val="006E6DD8"/>
    <w:rsid w:val="006F5FAB"/>
    <w:rsid w:val="00704662"/>
    <w:rsid w:val="00710C60"/>
    <w:rsid w:val="00717402"/>
    <w:rsid w:val="00747E2E"/>
    <w:rsid w:val="00756B2A"/>
    <w:rsid w:val="0076745A"/>
    <w:rsid w:val="00776989"/>
    <w:rsid w:val="007829E0"/>
    <w:rsid w:val="00784ED2"/>
    <w:rsid w:val="007A0055"/>
    <w:rsid w:val="007A07FC"/>
    <w:rsid w:val="007A5C25"/>
    <w:rsid w:val="007B468C"/>
    <w:rsid w:val="007B536C"/>
    <w:rsid w:val="007C07E5"/>
    <w:rsid w:val="007E5178"/>
    <w:rsid w:val="0080507F"/>
    <w:rsid w:val="00820582"/>
    <w:rsid w:val="00846F2A"/>
    <w:rsid w:val="00847C7F"/>
    <w:rsid w:val="00853841"/>
    <w:rsid w:val="0085676D"/>
    <w:rsid w:val="00873CE9"/>
    <w:rsid w:val="00874B31"/>
    <w:rsid w:val="00874C3F"/>
    <w:rsid w:val="00874F9A"/>
    <w:rsid w:val="00880EA0"/>
    <w:rsid w:val="0088417F"/>
    <w:rsid w:val="00885C1D"/>
    <w:rsid w:val="00886160"/>
    <w:rsid w:val="00887CA8"/>
    <w:rsid w:val="00891E20"/>
    <w:rsid w:val="008D0309"/>
    <w:rsid w:val="008D13D7"/>
    <w:rsid w:val="008D5CB2"/>
    <w:rsid w:val="00915815"/>
    <w:rsid w:val="00940CE1"/>
    <w:rsid w:val="0094131C"/>
    <w:rsid w:val="00955E40"/>
    <w:rsid w:val="00956AA8"/>
    <w:rsid w:val="00985801"/>
    <w:rsid w:val="009A19FC"/>
    <w:rsid w:val="009A548B"/>
    <w:rsid w:val="009B3470"/>
    <w:rsid w:val="009B3FE3"/>
    <w:rsid w:val="009B5E97"/>
    <w:rsid w:val="009F4C28"/>
    <w:rsid w:val="00A07901"/>
    <w:rsid w:val="00A302EB"/>
    <w:rsid w:val="00A572D4"/>
    <w:rsid w:val="00A71CFB"/>
    <w:rsid w:val="00A731FA"/>
    <w:rsid w:val="00A82A24"/>
    <w:rsid w:val="00A83B0C"/>
    <w:rsid w:val="00A87C92"/>
    <w:rsid w:val="00AA34FA"/>
    <w:rsid w:val="00AC3873"/>
    <w:rsid w:val="00AC4BAA"/>
    <w:rsid w:val="00AF0400"/>
    <w:rsid w:val="00AF640C"/>
    <w:rsid w:val="00AF7B5A"/>
    <w:rsid w:val="00B129AD"/>
    <w:rsid w:val="00B427E2"/>
    <w:rsid w:val="00B46EE4"/>
    <w:rsid w:val="00B51B70"/>
    <w:rsid w:val="00B6325D"/>
    <w:rsid w:val="00B712A3"/>
    <w:rsid w:val="00B824E5"/>
    <w:rsid w:val="00BC1F2E"/>
    <w:rsid w:val="00BE3E75"/>
    <w:rsid w:val="00BE59E7"/>
    <w:rsid w:val="00BF75DD"/>
    <w:rsid w:val="00C00382"/>
    <w:rsid w:val="00C0186D"/>
    <w:rsid w:val="00C050AA"/>
    <w:rsid w:val="00C06169"/>
    <w:rsid w:val="00C10DB9"/>
    <w:rsid w:val="00C21592"/>
    <w:rsid w:val="00C22AF4"/>
    <w:rsid w:val="00C35358"/>
    <w:rsid w:val="00C43630"/>
    <w:rsid w:val="00C4616C"/>
    <w:rsid w:val="00C461E6"/>
    <w:rsid w:val="00C51C35"/>
    <w:rsid w:val="00C529FF"/>
    <w:rsid w:val="00C6139A"/>
    <w:rsid w:val="00C77017"/>
    <w:rsid w:val="00C90C49"/>
    <w:rsid w:val="00C939B4"/>
    <w:rsid w:val="00CA798F"/>
    <w:rsid w:val="00CC7C94"/>
    <w:rsid w:val="00CF21EA"/>
    <w:rsid w:val="00CF71EA"/>
    <w:rsid w:val="00D140AC"/>
    <w:rsid w:val="00D3647E"/>
    <w:rsid w:val="00D51AAD"/>
    <w:rsid w:val="00D55ACE"/>
    <w:rsid w:val="00D607D0"/>
    <w:rsid w:val="00D6085A"/>
    <w:rsid w:val="00D665F6"/>
    <w:rsid w:val="00D73DA0"/>
    <w:rsid w:val="00D8755B"/>
    <w:rsid w:val="00D87CC3"/>
    <w:rsid w:val="00D97C6D"/>
    <w:rsid w:val="00DA0B09"/>
    <w:rsid w:val="00DB5673"/>
    <w:rsid w:val="00DC2996"/>
    <w:rsid w:val="00DC6AC1"/>
    <w:rsid w:val="00DD1386"/>
    <w:rsid w:val="00DE1188"/>
    <w:rsid w:val="00DE4A4D"/>
    <w:rsid w:val="00DF186B"/>
    <w:rsid w:val="00DF3C36"/>
    <w:rsid w:val="00E0372A"/>
    <w:rsid w:val="00E1189D"/>
    <w:rsid w:val="00E124F3"/>
    <w:rsid w:val="00E248F5"/>
    <w:rsid w:val="00E32CFF"/>
    <w:rsid w:val="00E34524"/>
    <w:rsid w:val="00E37385"/>
    <w:rsid w:val="00E42F8B"/>
    <w:rsid w:val="00E4325C"/>
    <w:rsid w:val="00E60C97"/>
    <w:rsid w:val="00E82784"/>
    <w:rsid w:val="00E87B43"/>
    <w:rsid w:val="00EA08E5"/>
    <w:rsid w:val="00EA2F2F"/>
    <w:rsid w:val="00F03256"/>
    <w:rsid w:val="00F1301D"/>
    <w:rsid w:val="00F162C3"/>
    <w:rsid w:val="00F201E8"/>
    <w:rsid w:val="00F20410"/>
    <w:rsid w:val="00F20B97"/>
    <w:rsid w:val="00F2592E"/>
    <w:rsid w:val="00F363E5"/>
    <w:rsid w:val="00F4500F"/>
    <w:rsid w:val="00F61DEA"/>
    <w:rsid w:val="00F66AFC"/>
    <w:rsid w:val="00FA62F9"/>
    <w:rsid w:val="00FA728F"/>
    <w:rsid w:val="00FB0CF4"/>
    <w:rsid w:val="00FB39C4"/>
    <w:rsid w:val="00FB44CC"/>
    <w:rsid w:val="00FC5057"/>
    <w:rsid w:val="00FF081F"/>
    <w:rsid w:val="00FF1C2E"/>
    <w:rsid w:val="00FF6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6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37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37385"/>
  </w:style>
  <w:style w:type="paragraph" w:styleId="Footer">
    <w:name w:val="footer"/>
    <w:basedOn w:val="Normal"/>
    <w:link w:val="FooterChar"/>
    <w:uiPriority w:val="99"/>
    <w:rsid w:val="00E37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37385"/>
  </w:style>
  <w:style w:type="paragraph" w:styleId="BalloonText">
    <w:name w:val="Balloon Text"/>
    <w:basedOn w:val="Normal"/>
    <w:link w:val="BalloonTextChar"/>
    <w:uiPriority w:val="99"/>
    <w:semiHidden/>
    <w:rsid w:val="00031E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4B31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19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1351</TotalTime>
  <Pages>4</Pages>
  <Words>1217</Words>
  <Characters>6942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dwhadm 12.08.2013 09:54:10; РР·РјРµРЅРµРЅ: kravzov 08.10.2013 16:20:19</dc:subject>
  <dc:creator>Keysystems.DWH.ReportDesigner</dc:creator>
  <cp:keywords/>
  <dc:description/>
  <cp:lastModifiedBy>Korov'e</cp:lastModifiedBy>
  <cp:revision>72</cp:revision>
  <cp:lastPrinted>2013-12-09T09:25:00Z</cp:lastPrinted>
  <dcterms:created xsi:type="dcterms:W3CDTF">2013-10-11T11:11:00Z</dcterms:created>
  <dcterms:modified xsi:type="dcterms:W3CDTF">2014-11-11T06:10:00Z</dcterms:modified>
</cp:coreProperties>
</file>